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207928" w:rsidRDefault="0082202C" w:rsidP="00207928">
      <w:pPr>
        <w:jc w:val="center"/>
        <w:rPr>
          <w:b/>
          <w:sz w:val="28"/>
        </w:rPr>
      </w:pPr>
      <w:r w:rsidRPr="00207928">
        <w:rPr>
          <w:b/>
          <w:sz w:val="28"/>
        </w:rPr>
        <w:t>Liste des dinosaures :</w:t>
      </w:r>
    </w:p>
    <w:p w:rsidR="0082202C" w:rsidRPr="00207928" w:rsidRDefault="0082202C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07928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TY</w:t>
      </w:r>
      <w:r w:rsidR="0082202C" w:rsidRPr="00207928">
        <w:rPr>
          <w:b/>
          <w:sz w:val="96"/>
        </w:rPr>
        <w:t>-</w:t>
      </w:r>
      <w:r w:rsidRPr="00207928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</w:t>
      </w:r>
      <w:r w:rsidR="0082202C" w:rsidRPr="00207928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</w:t>
      </w:r>
      <w:r w:rsidR="0082202C" w:rsidRPr="00207928">
        <w:rPr>
          <w:b/>
          <w:sz w:val="96"/>
        </w:rPr>
        <w:t>-</w:t>
      </w:r>
      <w:r w:rsidRPr="00207928">
        <w:rPr>
          <w:b/>
          <w:color w:val="9BBB59" w:themeColor="accent3"/>
          <w:sz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NNO</w:t>
      </w:r>
      <w:r w:rsidRPr="00207928">
        <w:rPr>
          <w:b/>
          <w:sz w:val="96"/>
        </w:rPr>
        <w:t>-</w:t>
      </w:r>
      <w:r w:rsidRPr="00207928">
        <w:rPr>
          <w:b/>
          <w:sz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SAURE</w:t>
      </w:r>
    </w:p>
    <w:p w:rsidR="00207928" w:rsidRDefault="00207928" w:rsidP="00207928">
      <w:pPr>
        <w:jc w:val="center"/>
        <w:rPr>
          <w:b/>
          <w:sz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0000FF"/>
        </w:rPr>
        <w:drawing>
          <wp:inline distT="0" distB="0" distL="0" distR="0" wp14:anchorId="56BE804E" wp14:editId="34EBCCE0">
            <wp:extent cx="3810000" cy="3810000"/>
            <wp:effectExtent l="0" t="0" r="0" b="0"/>
            <wp:docPr id="1" name="irc_mi" descr="Résultat de recherche d'images pour &quot;tyrannosaure figurine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tyrannosaure figurine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02C" w:rsidRPr="00207928" w:rsidRDefault="00207928" w:rsidP="00C90A44">
      <w:pPr>
        <w:rPr>
          <w:b/>
          <w:sz w:val="96"/>
        </w:rPr>
      </w:pPr>
      <w:r w:rsidRPr="00207928">
        <w:rPr>
          <w:b/>
          <w:sz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82202C" w:rsidRPr="00207928">
        <w:rPr>
          <w:b/>
          <w:sz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82202C" w:rsidRPr="00207928" w:rsidRDefault="0082202C" w:rsidP="00C90A44">
      <w:pPr>
        <w:rPr>
          <w:b/>
          <w:sz w:val="96"/>
        </w:rPr>
      </w:pPr>
    </w:p>
    <w:p w:rsidR="00207928" w:rsidRDefault="00207928">
      <w:pPr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82202C" w:rsidRPr="00207928" w:rsidRDefault="0082202C" w:rsidP="00207928">
      <w:pPr>
        <w:jc w:val="center"/>
        <w:rPr>
          <w:b/>
          <w:sz w:val="96"/>
        </w:rPr>
      </w:pPr>
      <w:r w:rsidRPr="00207928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S</w:t>
      </w:r>
      <w:r w:rsidR="00207928" w:rsidRPr="00207928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PI</w:t>
      </w:r>
      <w:r w:rsidR="00207928" w:rsidRPr="00207928">
        <w:rPr>
          <w:b/>
          <w:sz w:val="96"/>
        </w:rPr>
        <w:t>-</w:t>
      </w:r>
      <w:r w:rsidR="00207928" w:rsidRPr="00207928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NO</w:t>
      </w:r>
      <w:r w:rsidR="00207928" w:rsidRPr="00207928">
        <w:rPr>
          <w:b/>
          <w:sz w:val="96"/>
        </w:rPr>
        <w:t>-</w:t>
      </w:r>
      <w:r w:rsidR="00207928" w:rsidRPr="00207928">
        <w:rPr>
          <w:b/>
          <w:sz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SAURE</w:t>
      </w:r>
    </w:p>
    <w:p w:rsidR="0082202C" w:rsidRPr="00207928" w:rsidRDefault="0082202C" w:rsidP="00C90A44">
      <w:pPr>
        <w:rPr>
          <w:b/>
          <w:sz w:val="36"/>
        </w:rPr>
      </w:pPr>
    </w:p>
    <w:p w:rsidR="00207928" w:rsidRDefault="00207928" w:rsidP="00207928">
      <w:pPr>
        <w:jc w:val="center"/>
        <w:rPr>
          <w:b/>
          <w:sz w:val="36"/>
        </w:rPr>
      </w:pPr>
      <w:r>
        <w:rPr>
          <w:noProof/>
          <w:color w:val="0000FF"/>
        </w:rPr>
        <w:drawing>
          <wp:inline distT="0" distB="0" distL="0" distR="0" wp14:anchorId="1E40D1D9" wp14:editId="2FB399E7">
            <wp:extent cx="3810000" cy="3810000"/>
            <wp:effectExtent l="0" t="0" r="0" b="0"/>
            <wp:docPr id="2" name="irc_mi" descr="Résultat de recherche d'images pour &quot;spinosaure figurine&quot;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spinosaure figurine&quot;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Pr="00207928" w:rsidRDefault="0082202C" w:rsidP="00207928">
      <w:pPr>
        <w:jc w:val="center"/>
        <w:rPr>
          <w:b/>
          <w:sz w:val="96"/>
        </w:rPr>
      </w:pPr>
      <w:r w:rsidRPr="00207928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D</w:t>
      </w:r>
      <w:r w:rsidR="00207928" w:rsidRPr="00207928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</w:t>
      </w:r>
      <w:r w:rsidR="00207928" w:rsidRPr="00207928">
        <w:rPr>
          <w:b/>
          <w:sz w:val="96"/>
        </w:rPr>
        <w:t>-</w:t>
      </w:r>
      <w:r w:rsidR="00207928" w:rsidRPr="00207928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PLO</w:t>
      </w:r>
      <w:r w:rsidR="00207928" w:rsidRPr="00207928">
        <w:rPr>
          <w:b/>
          <w:sz w:val="96"/>
        </w:rPr>
        <w:t>-</w:t>
      </w:r>
      <w:r w:rsidR="00207928" w:rsidRPr="00207928">
        <w:rPr>
          <w:b/>
          <w:color w:val="9BBB59" w:themeColor="accent3"/>
          <w:sz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DO</w:t>
      </w:r>
      <w:r w:rsidR="00207928" w:rsidRPr="00207928">
        <w:rPr>
          <w:b/>
          <w:sz w:val="96"/>
        </w:rPr>
        <w:t>-</w:t>
      </w:r>
      <w:r w:rsidR="00207928" w:rsidRPr="00207928">
        <w:rPr>
          <w:b/>
          <w:sz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CUS</w:t>
      </w: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207928">
      <w:pPr>
        <w:jc w:val="center"/>
        <w:rPr>
          <w:b/>
          <w:sz w:val="36"/>
        </w:rPr>
      </w:pPr>
      <w:r>
        <w:rPr>
          <w:noProof/>
          <w:color w:val="0000FF"/>
        </w:rPr>
        <w:drawing>
          <wp:inline distT="0" distB="0" distL="0" distR="0" wp14:anchorId="747CB045" wp14:editId="1A6E9118">
            <wp:extent cx="3238500" cy="3238500"/>
            <wp:effectExtent l="0" t="0" r="0" b="0"/>
            <wp:docPr id="3" name="irc_mi" descr="Résultat de recherche d'images pour &quot;diplodocus figurine&quot;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diplodocus figurine&quot;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Default="00207928" w:rsidP="00C90A44">
      <w:pPr>
        <w:rPr>
          <w:b/>
          <w:sz w:val="36"/>
        </w:rPr>
      </w:pPr>
    </w:p>
    <w:p w:rsidR="00207928" w:rsidRPr="00207928" w:rsidRDefault="0082202C" w:rsidP="00207928">
      <w:pPr>
        <w:tabs>
          <w:tab w:val="left" w:pos="3420"/>
        </w:tabs>
        <w:jc w:val="center"/>
        <w:rPr>
          <w:b/>
          <w:sz w:val="96"/>
        </w:rPr>
      </w:pPr>
      <w:r w:rsidRPr="00207928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T</w:t>
      </w:r>
      <w:r w:rsidR="00207928" w:rsidRPr="00207928">
        <w:rPr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RI</w:t>
      </w:r>
      <w:r w:rsidR="00207928" w:rsidRPr="00207928">
        <w:rPr>
          <w:b/>
          <w:sz w:val="96"/>
        </w:rPr>
        <w:t>-</w:t>
      </w:r>
      <w:r w:rsidR="00207928" w:rsidRPr="00207928">
        <w:rPr>
          <w:b/>
          <w:caps/>
          <w:sz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CÉ</w:t>
      </w:r>
      <w:r w:rsidR="00207928" w:rsidRPr="00207928">
        <w:rPr>
          <w:b/>
          <w:sz w:val="96"/>
        </w:rPr>
        <w:t>-</w:t>
      </w:r>
      <w:r w:rsidR="00207928" w:rsidRPr="00207928">
        <w:rPr>
          <w:b/>
          <w:color w:val="9BBB59" w:themeColor="accent3"/>
          <w:sz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RA</w:t>
      </w:r>
      <w:r w:rsidR="00207928" w:rsidRPr="00207928">
        <w:rPr>
          <w:b/>
          <w:sz w:val="96"/>
        </w:rPr>
        <w:t>-</w:t>
      </w:r>
      <w:r w:rsidR="00207928" w:rsidRPr="00207928">
        <w:rPr>
          <w:b/>
          <w:sz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TOPS</w:t>
      </w:r>
    </w:p>
    <w:p w:rsidR="00207928" w:rsidRDefault="00207928" w:rsidP="00C90A44">
      <w:pPr>
        <w:rPr>
          <w:b/>
          <w:sz w:val="36"/>
        </w:rPr>
      </w:pPr>
    </w:p>
    <w:p w:rsidR="0082202C" w:rsidRPr="00207928" w:rsidRDefault="00207928" w:rsidP="00207928">
      <w:pPr>
        <w:jc w:val="center"/>
        <w:rPr>
          <w:b/>
          <w:sz w:val="36"/>
        </w:rPr>
      </w:pPr>
      <w:r>
        <w:rPr>
          <w:noProof/>
          <w:color w:val="0000FF"/>
        </w:rPr>
        <w:drawing>
          <wp:inline distT="0" distB="0" distL="0" distR="0" wp14:anchorId="078B6DFE" wp14:editId="0B075FD3">
            <wp:extent cx="3810000" cy="3810000"/>
            <wp:effectExtent l="0" t="0" r="0" b="0"/>
            <wp:docPr id="4" name="irc_mi" descr="Résultat de recherche d'images pour &quot;tricératops figurine&quot;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tricératops figurine&quot;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202C" w:rsidRPr="00207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02C"/>
    <w:rsid w:val="0013656C"/>
    <w:rsid w:val="00207928"/>
    <w:rsid w:val="006B3802"/>
    <w:rsid w:val="0082202C"/>
    <w:rsid w:val="00B65436"/>
    <w:rsid w:val="00BF49C4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2079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07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2079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07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h/url?sa=i&amp;rct=j&amp;q=&amp;esrc=s&amp;source=images&amp;cd=&amp;ved=2ahUKEwiExeTWjYDkAhUEbFAKHRdcA9YQjRx6BAgBEAQ&amp;url=https://www.amazon.fr/Schleich-15000-Figurine-Tric%C3%A9ratops/dp/B074VFLXM3&amp;psig=AOvVaw1KLrCS3OHS1BJveU7d6ElG&amp;ust=156579462406643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ch/url?sa=i&amp;rct=j&amp;q=&amp;esrc=s&amp;source=images&amp;cd=&amp;cad=rja&amp;uact=8&amp;ved=2ahUKEwjAxPOijIDkAhURKFAKHWhxAzoQjRx6BAgBEAQ&amp;url=/url?sa%3Di%26rct%3Dj%26q%3D%26esrc%3Ds%26source%3Dimages%26cd%3D%26ved%3D%26url%3Dhttps%3A%2F%2Fwww.cdiscount.com%2Fjuniors%2Fmini-univers%2Fnouveaute-2018-figurine-tyrannosaure-rex-sch%2Ff-1206620-sch4055744009419.html%26psig%3DAOvVaw2HQIpTUbCTjuJNxNafrL8t%26ust%3D1565794230090109&amp;psig=AOvVaw2HQIpTUbCTjuJNxNafrL8t&amp;ust=1565794230090109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h/url?sa=i&amp;rct=j&amp;q=&amp;esrc=s&amp;source=images&amp;cd=&amp;ved=2ahUKEwig0vSgjYDkAhURZFAKHWHWBvAQjRx6BAgBEAQ&amp;url=https://www.fnac.com/mp23704657/Collecta-3388622-figurine-dinosaure-prehistoire-diplodocus/w-4&amp;psig=AOvVaw0MNj0D7G5qqMWp0j5-1-SR&amp;ust=156579451085790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google.ch/url?sa=i&amp;rct=j&amp;q=&amp;esrc=s&amp;source=images&amp;cd=&amp;ved=2ahUKEwianv3ejIDkAhXRIVAKHb8sDfEQjRx6BAgBEAQ&amp;url=https://www.amazon.fr/Schleich-14521-Figurine-Spinosaure-Mai/dp/B0073RN4PG&amp;psig=AOvVaw1J7JMkNgR9N-OzYCd54ON3&amp;ust=1565794337894454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43258-2FA3-4053-A7F7-E0FC80D0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2F1BD44F.dotm</Template>
  <TotalTime>12</TotalTime>
  <Pages>4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Wüest Larissa (DCS)</dc:creator>
  <cp:lastModifiedBy>Wüest Larissa (DCS)</cp:lastModifiedBy>
  <cp:revision>2</cp:revision>
  <dcterms:created xsi:type="dcterms:W3CDTF">2019-08-13T14:45:00Z</dcterms:created>
  <dcterms:modified xsi:type="dcterms:W3CDTF">2019-08-13T14:58:00Z</dcterms:modified>
</cp:coreProperties>
</file>